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BA6049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BA6049" w:rsidRDefault="00431E53" w:rsidP="00C55C4D">
            <w:pPr>
              <w:spacing w:line="269" w:lineRule="auto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Antragsformular für</w:t>
            </w:r>
            <w:r w:rsidR="00766A90">
              <w:rPr>
                <w:rFonts w:ascii="Verdana" w:hAnsi="Verdana" w:cs="Arial"/>
                <w:b/>
              </w:rPr>
              <w:t xml:space="preserve"> Erweiterungen</w:t>
            </w:r>
          </w:p>
          <w:p w:rsidR="00011B19" w:rsidRPr="00BA6049" w:rsidRDefault="00011B19" w:rsidP="00C55C4D">
            <w:pPr>
              <w:spacing w:line="269" w:lineRule="auto"/>
              <w:jc w:val="center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  <w:b/>
              </w:rPr>
              <w:t xml:space="preserve">nach </w:t>
            </w:r>
            <w:r w:rsidR="00BA6049">
              <w:rPr>
                <w:rFonts w:ascii="Verdana" w:hAnsi="Verdana" w:cs="Arial"/>
                <w:b/>
              </w:rPr>
              <w:t>DE</w:t>
            </w:r>
            <w:r w:rsidRPr="00BA6049">
              <w:rPr>
                <w:rFonts w:ascii="Verdana" w:hAnsi="Verdana" w:cs="Arial"/>
                <w:b/>
              </w:rPr>
              <w:t xml:space="preserve">-UZ </w:t>
            </w:r>
            <w:r w:rsidR="00235C91" w:rsidRPr="00BA6049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BA6049" w:rsidRDefault="00011B19" w:rsidP="00C55C4D">
            <w:pPr>
              <w:tabs>
                <w:tab w:val="left" w:pos="5670"/>
              </w:tabs>
              <w:spacing w:before="120" w:line="269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BA6049">
              <w:rPr>
                <w:rFonts w:ascii="Verdana" w:hAnsi="Verdana" w:cs="Arial"/>
                <w:b/>
              </w:rPr>
              <w:t>Bitte verwenden Sie</w:t>
            </w:r>
          </w:p>
          <w:p w:rsidR="00011B19" w:rsidRPr="00BA6049" w:rsidRDefault="00011B19" w:rsidP="00C55C4D">
            <w:pPr>
              <w:tabs>
                <w:tab w:val="left" w:pos="5670"/>
              </w:tabs>
              <w:spacing w:after="120" w:line="269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Default="00C0391F" w:rsidP="00C55C4D">
      <w:pPr>
        <w:tabs>
          <w:tab w:val="left" w:pos="5670"/>
        </w:tabs>
        <w:spacing w:line="269" w:lineRule="auto"/>
        <w:rPr>
          <w:rFonts w:ascii="Verdana" w:hAnsi="Verdana" w:cs="Arial"/>
        </w:rPr>
      </w:pPr>
    </w:p>
    <w:p w:rsidR="00AA48BB" w:rsidRPr="00BA6049" w:rsidRDefault="00AA48BB" w:rsidP="00C55C4D">
      <w:pPr>
        <w:tabs>
          <w:tab w:val="left" w:pos="5670"/>
        </w:tabs>
        <w:spacing w:line="269" w:lineRule="auto"/>
        <w:rPr>
          <w:rFonts w:ascii="Verdana" w:hAnsi="Verdana" w:cs="Arial"/>
          <w:b/>
        </w:rPr>
      </w:pPr>
      <w:r w:rsidRPr="00BA6049">
        <w:rPr>
          <w:rFonts w:ascii="Verdana" w:hAnsi="Verdana" w:cs="Arial"/>
          <w:b/>
        </w:rPr>
        <w:t>Umweltzeichen für "</w:t>
      </w:r>
      <w:r w:rsidR="00235C91" w:rsidRPr="00BA6049">
        <w:rPr>
          <w:rFonts w:ascii="Verdana" w:hAnsi="Verdana" w:cs="Arial"/>
          <w:b/>
        </w:rPr>
        <w:t>Druckerzeugnisse</w:t>
      </w:r>
      <w:r w:rsidRPr="00BA6049">
        <w:rPr>
          <w:rFonts w:ascii="Verdana" w:hAnsi="Verdana" w:cs="Arial"/>
          <w:b/>
        </w:rPr>
        <w:t>"</w:t>
      </w:r>
    </w:p>
    <w:p w:rsidR="00083C7F" w:rsidRDefault="00083C7F" w:rsidP="00C55C4D">
      <w:pPr>
        <w:tabs>
          <w:tab w:val="left" w:pos="5670"/>
        </w:tabs>
        <w:spacing w:line="269" w:lineRule="auto"/>
        <w:rPr>
          <w:rFonts w:ascii="Verdana" w:hAnsi="Verdana" w:cs="Arial"/>
        </w:rPr>
      </w:pPr>
    </w:p>
    <w:p w:rsidR="003A086E" w:rsidRPr="003A086E" w:rsidRDefault="003A086E" w:rsidP="00C55C4D">
      <w:pPr>
        <w:tabs>
          <w:tab w:val="left" w:pos="5670"/>
        </w:tabs>
        <w:spacing w:line="269" w:lineRule="auto"/>
        <w:rPr>
          <w:rFonts w:ascii="Verdana" w:hAnsi="Verdana" w:cs="Arial"/>
          <w:b/>
        </w:rPr>
      </w:pPr>
      <w:r w:rsidRPr="003A086E">
        <w:rPr>
          <w:rFonts w:ascii="Verdana" w:hAnsi="Verdana" w:cs="Arial"/>
          <w:b/>
        </w:rPr>
        <w:t>Angaben zum Grundvertrag: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5528"/>
      </w:tblGrid>
      <w:tr w:rsidR="003E5EB2" w:rsidRPr="003A086E" w:rsidTr="001750D0">
        <w:trPr>
          <w:trHeight w:val="1077"/>
        </w:trPr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t>Vertragspartner</w:t>
            </w:r>
            <w:r w:rsidR="00451597" w:rsidRPr="003A086E">
              <w:rPr>
                <w:rFonts w:ascii="Verdana" w:hAnsi="Verdana" w:cs="Arial"/>
              </w:rPr>
              <w:t xml:space="preserve"> (</w:t>
            </w:r>
            <w:r w:rsidRPr="003A086E">
              <w:rPr>
                <w:rFonts w:ascii="Verdana" w:hAnsi="Verdana" w:cs="Arial"/>
              </w:rPr>
              <w:t xml:space="preserve">= </w:t>
            </w:r>
            <w:r w:rsidR="003E5EB2" w:rsidRPr="003A086E">
              <w:rPr>
                <w:rFonts w:ascii="Verdana" w:hAnsi="Verdana" w:cs="Arial"/>
              </w:rPr>
              <w:t>Zeichennehmer</w:t>
            </w:r>
            <w:r w:rsidR="00451597" w:rsidRPr="003A086E">
              <w:rPr>
                <w:rFonts w:ascii="Verdana" w:hAnsi="Verdana" w:cs="Arial"/>
              </w:rPr>
              <w:t>)</w:t>
            </w:r>
            <w:r w:rsidR="003E5EB2" w:rsidRPr="003A086E">
              <w:rPr>
                <w:rFonts w:ascii="Verdana" w:hAnsi="Verdana" w:cs="Arial"/>
              </w:rPr>
              <w:t>:</w:t>
            </w:r>
          </w:p>
          <w:p w:rsidR="003E5EB2" w:rsidRPr="003A086E" w:rsidRDefault="003E5EB2" w:rsidP="00C55C4D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 w:rsidRPr="003A086E">
              <w:rPr>
                <w:rFonts w:ascii="Verdana" w:hAnsi="Verdana" w:cs="Arial"/>
                <w:sz w:val="16"/>
                <w:szCs w:val="16"/>
              </w:rPr>
              <w:t>(</w:t>
            </w:r>
            <w:r w:rsidR="004B0223" w:rsidRPr="003A086E">
              <w:rPr>
                <w:rFonts w:ascii="Verdana" w:hAnsi="Verdana" w:cs="Arial"/>
                <w:sz w:val="16"/>
                <w:szCs w:val="16"/>
              </w:rPr>
              <w:t xml:space="preserve">Bitte </w:t>
            </w:r>
            <w:r w:rsidR="00C4355B">
              <w:rPr>
                <w:rFonts w:ascii="Verdana" w:hAnsi="Verdana" w:cs="Arial"/>
                <w:sz w:val="16"/>
                <w:szCs w:val="16"/>
              </w:rPr>
              <w:t xml:space="preserve">Firmennamen und </w:t>
            </w:r>
            <w:r w:rsidRPr="003A086E">
              <w:rPr>
                <w:rFonts w:ascii="Verdana" w:hAnsi="Verdana" w:cs="Arial"/>
                <w:sz w:val="16"/>
                <w:szCs w:val="16"/>
              </w:rPr>
              <w:t>vollständige A</w:t>
            </w:r>
            <w:r w:rsidR="004B0223" w:rsidRPr="003A086E">
              <w:rPr>
                <w:rFonts w:ascii="Verdana" w:hAnsi="Verdana" w:cs="Arial"/>
                <w:sz w:val="16"/>
                <w:szCs w:val="16"/>
              </w:rPr>
              <w:t>dresse angeben</w:t>
            </w:r>
            <w:r w:rsidRPr="003A086E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  <w:tc>
          <w:tcPr>
            <w:tcW w:w="5528" w:type="dxa"/>
            <w:shd w:val="clear" w:color="auto" w:fill="auto"/>
          </w:tcPr>
          <w:p w:rsidR="00BD44E1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0" w:name="Text35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</w:rPr>
              <w:fldChar w:fldCharType="end"/>
            </w:r>
            <w:bookmarkEnd w:id="0"/>
          </w:p>
        </w:tc>
      </w:tr>
      <w:tr w:rsidR="00766A90" w:rsidRPr="003A086E" w:rsidTr="00C933BD"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66A90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t>Vertragsnummer Grundvertrag:</w:t>
            </w:r>
          </w:p>
        </w:tc>
        <w:tc>
          <w:tcPr>
            <w:tcW w:w="5528" w:type="dxa"/>
            <w:shd w:val="clear" w:color="auto" w:fill="auto"/>
          </w:tcPr>
          <w:p w:rsidR="00766A90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" w:name="Text36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 w:rsidR="00A74EE0">
              <w:rPr>
                <w:rFonts w:ascii="Verdana" w:hAnsi="Verdana" w:cs="Arial"/>
              </w:rPr>
              <w:t> </w:t>
            </w:r>
            <w:r w:rsidR="00A74EE0">
              <w:rPr>
                <w:rFonts w:ascii="Verdana" w:hAnsi="Verdana" w:cs="Arial"/>
              </w:rPr>
              <w:t> </w:t>
            </w:r>
            <w:r w:rsidR="00A74EE0">
              <w:rPr>
                <w:rFonts w:ascii="Verdana" w:hAnsi="Verdana" w:cs="Arial"/>
              </w:rPr>
              <w:t> </w:t>
            </w:r>
            <w:r w:rsidR="00A74EE0">
              <w:rPr>
                <w:rFonts w:ascii="Verdana" w:hAnsi="Verdana" w:cs="Arial"/>
              </w:rPr>
              <w:t> </w:t>
            </w:r>
            <w:r w:rsidR="00A74EE0">
              <w:rPr>
                <w:rFonts w:ascii="Verdana" w:hAnsi="Verdana" w:cs="Arial"/>
              </w:rPr>
              <w:t> </w:t>
            </w:r>
            <w:r w:rsidRPr="003A086E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:rsidR="00C933BD" w:rsidRPr="003A086E" w:rsidRDefault="00C933BD" w:rsidP="00C55C4D">
      <w:pPr>
        <w:spacing w:line="269" w:lineRule="auto"/>
        <w:rPr>
          <w:rFonts w:ascii="Verdana" w:hAnsi="Verdana"/>
        </w:rPr>
      </w:pPr>
    </w:p>
    <w:p w:rsidR="003A086E" w:rsidRPr="003A086E" w:rsidRDefault="003A086E" w:rsidP="00C55C4D">
      <w:pPr>
        <w:spacing w:line="269" w:lineRule="auto"/>
        <w:rPr>
          <w:rFonts w:ascii="Verdana" w:hAnsi="Verdana"/>
          <w:b/>
        </w:rPr>
      </w:pPr>
      <w:r w:rsidRPr="003A086E">
        <w:rPr>
          <w:rFonts w:ascii="Verdana" w:hAnsi="Verdana"/>
          <w:b/>
        </w:rPr>
        <w:t>Angaben zur Erweiterung: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5528"/>
      </w:tblGrid>
      <w:tr w:rsidR="003A086E" w:rsidRPr="003A086E" w:rsidTr="001750D0">
        <w:trPr>
          <w:trHeight w:val="1077"/>
        </w:trPr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t>Inverkehrbringer (= Zeichenanwender)</w:t>
            </w:r>
            <w:r w:rsidR="00431E53">
              <w:rPr>
                <w:rStyle w:val="Funotenzeichen"/>
                <w:rFonts w:ascii="Verdana" w:hAnsi="Verdana" w:cs="Arial"/>
              </w:rPr>
              <w:footnoteReference w:id="1"/>
            </w:r>
            <w:r w:rsidRPr="003A086E">
              <w:rPr>
                <w:rFonts w:ascii="Verdana" w:hAnsi="Verdana" w:cs="Arial"/>
              </w:rPr>
              <w:t>:</w:t>
            </w:r>
          </w:p>
          <w:p w:rsidR="003A086E" w:rsidRPr="003A086E" w:rsidRDefault="00C4355B" w:rsidP="00C55C4D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 w:rsidRPr="003A086E">
              <w:rPr>
                <w:rFonts w:ascii="Verdana" w:hAnsi="Verdana" w:cs="Arial"/>
                <w:sz w:val="16"/>
                <w:szCs w:val="16"/>
              </w:rPr>
              <w:t xml:space="preserve">(Bitte </w:t>
            </w:r>
            <w:r>
              <w:rPr>
                <w:rFonts w:ascii="Verdana" w:hAnsi="Verdana" w:cs="Arial"/>
                <w:sz w:val="16"/>
                <w:szCs w:val="16"/>
              </w:rPr>
              <w:t xml:space="preserve">Firmennamen und </w:t>
            </w:r>
            <w:r w:rsidRPr="003A086E">
              <w:rPr>
                <w:rFonts w:ascii="Verdana" w:hAnsi="Verdana" w:cs="Arial"/>
                <w:sz w:val="16"/>
                <w:szCs w:val="16"/>
              </w:rPr>
              <w:t>vollständige Adresse angeben)</w:t>
            </w:r>
          </w:p>
        </w:tc>
        <w:tc>
          <w:tcPr>
            <w:tcW w:w="5528" w:type="dxa"/>
            <w:shd w:val="clear" w:color="auto" w:fill="auto"/>
          </w:tcPr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</w:rPr>
              <w:fldChar w:fldCharType="end"/>
            </w:r>
          </w:p>
        </w:tc>
      </w:tr>
      <w:tr w:rsidR="003A086E" w:rsidRPr="003A086E" w:rsidTr="001750D0">
        <w:trPr>
          <w:trHeight w:val="539"/>
        </w:trPr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t>Markenname:</w:t>
            </w:r>
          </w:p>
        </w:tc>
        <w:tc>
          <w:tcPr>
            <w:tcW w:w="5528" w:type="dxa"/>
            <w:shd w:val="clear" w:color="auto" w:fill="auto"/>
          </w:tcPr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" w:name="Text37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3A086E" w:rsidRPr="003A086E" w:rsidTr="00431E53">
        <w:trPr>
          <w:trHeight w:val="539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73B8" w:rsidRPr="000973B8" w:rsidRDefault="000973B8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Produktbezeichnung/-name</w:t>
            </w:r>
            <w:r w:rsidR="003A086E" w:rsidRPr="003A086E">
              <w:rPr>
                <w:rFonts w:ascii="Verdana" w:hAnsi="Verdana" w:cs="Arial"/>
              </w:rPr>
              <w:t>:</w:t>
            </w:r>
          </w:p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" w:name="Text9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 w:rsidRPr="003A086E">
              <w:rPr>
                <w:rFonts w:ascii="Verdana" w:hAnsi="Verdana" w:cs="Arial"/>
              </w:rPr>
              <w:t> </w:t>
            </w:r>
            <w:r w:rsidRPr="003A086E">
              <w:rPr>
                <w:rFonts w:ascii="Verdana" w:hAnsi="Verdana" w:cs="Arial"/>
              </w:rPr>
              <w:t> </w:t>
            </w:r>
            <w:r w:rsidRPr="003A086E">
              <w:rPr>
                <w:rFonts w:ascii="Verdana" w:hAnsi="Verdana" w:cs="Arial"/>
              </w:rPr>
              <w:t> </w:t>
            </w:r>
            <w:r w:rsidRPr="003A086E">
              <w:rPr>
                <w:rFonts w:ascii="Verdana" w:hAnsi="Verdana" w:cs="Arial"/>
              </w:rPr>
              <w:t> </w:t>
            </w:r>
            <w:r w:rsidRPr="003A086E">
              <w:rPr>
                <w:rFonts w:ascii="Verdana" w:hAnsi="Verdana" w:cs="Arial"/>
              </w:rPr>
              <w:t> </w:t>
            </w:r>
            <w:r w:rsidRPr="003A086E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</w:tbl>
    <w:p w:rsidR="00C933BD" w:rsidRDefault="00C933BD" w:rsidP="00C55C4D">
      <w:pPr>
        <w:spacing w:line="269" w:lineRule="auto"/>
        <w:rPr>
          <w:rFonts w:ascii="Verdana" w:hAnsi="Verdana" w:cs="Arial"/>
        </w:rPr>
      </w:pPr>
    </w:p>
    <w:p w:rsidR="00431E53" w:rsidRPr="00431E53" w:rsidRDefault="00431E53" w:rsidP="00C55C4D">
      <w:pPr>
        <w:spacing w:line="269" w:lineRule="auto"/>
        <w:rPr>
          <w:rFonts w:ascii="Verdana" w:hAnsi="Verdana" w:cs="Arial"/>
          <w:b/>
        </w:rPr>
      </w:pPr>
      <w:r w:rsidRPr="00431E53">
        <w:rPr>
          <w:rFonts w:ascii="Verdana" w:hAnsi="Verdana" w:cs="Arial"/>
          <w:b/>
        </w:rPr>
        <w:t>Erklärung des Vertragspartners (= Zeichennehmer):</w:t>
      </w:r>
    </w:p>
    <w:bookmarkStart w:id="4" w:name="_GoBack"/>
    <w:p w:rsidR="00C933BD" w:rsidRDefault="000973B8" w:rsidP="00725CDC">
      <w:pPr>
        <w:spacing w:line="269" w:lineRule="auto"/>
        <w:ind w:left="312" w:hanging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8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Kontrollkästchen184"/>
      <w:r>
        <w:rPr>
          <w:rFonts w:ascii="Verdana" w:hAnsi="Verdana" w:cs="Arial"/>
        </w:rPr>
        <w:instrText xml:space="preserve"> FORMCHECKBOX </w:instrText>
      </w:r>
      <w:r w:rsidR="00A74EE0">
        <w:rPr>
          <w:rFonts w:ascii="Verdana" w:hAnsi="Verdana" w:cs="Arial"/>
        </w:rPr>
      </w:r>
      <w:r w:rsidR="00A74EE0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5"/>
      <w:bookmarkEnd w:id="4"/>
      <w:r w:rsidR="00725CDC">
        <w:rPr>
          <w:rFonts w:ascii="Verdana" w:hAnsi="Verdana" w:cs="Arial"/>
        </w:rPr>
        <w:t xml:space="preserve"> </w:t>
      </w:r>
      <w:r w:rsidR="00C933BD" w:rsidRPr="00C933BD">
        <w:rPr>
          <w:rFonts w:ascii="Verdana" w:hAnsi="Verdana" w:cs="Arial"/>
        </w:rPr>
        <w:t xml:space="preserve">Hiermit versichern wir, dass das </w:t>
      </w:r>
      <w:r>
        <w:rPr>
          <w:rFonts w:ascii="Verdana" w:hAnsi="Verdana" w:cs="Arial"/>
        </w:rPr>
        <w:t xml:space="preserve">o.g. </w:t>
      </w:r>
      <w:r w:rsidR="00C933BD" w:rsidRPr="00C933BD">
        <w:rPr>
          <w:rFonts w:ascii="Verdana" w:hAnsi="Verdana" w:cs="Arial"/>
        </w:rPr>
        <w:t>Produkt</w:t>
      </w:r>
      <w:r>
        <w:rPr>
          <w:rFonts w:ascii="Verdana" w:hAnsi="Verdana" w:cs="Arial"/>
        </w:rPr>
        <w:t xml:space="preserve"> </w:t>
      </w:r>
      <w:r w:rsidR="00C933BD" w:rsidRPr="00C933BD">
        <w:rPr>
          <w:rFonts w:ascii="Verdana" w:hAnsi="Verdana" w:cs="Arial"/>
        </w:rPr>
        <w:t xml:space="preserve">des </w:t>
      </w:r>
      <w:r>
        <w:rPr>
          <w:rFonts w:ascii="Verdana" w:hAnsi="Verdana" w:cs="Arial"/>
        </w:rPr>
        <w:t xml:space="preserve">o.g. </w:t>
      </w:r>
      <w:r w:rsidR="00C933BD">
        <w:rPr>
          <w:rFonts w:ascii="Verdana" w:hAnsi="Verdana" w:cs="Arial"/>
        </w:rPr>
        <w:t>Inverkehrbringers</w:t>
      </w:r>
      <w:r>
        <w:rPr>
          <w:rFonts w:ascii="Verdana" w:hAnsi="Verdana" w:cs="Arial"/>
        </w:rPr>
        <w:t xml:space="preserve"> </w:t>
      </w:r>
      <w:r w:rsidR="00C933BD" w:rsidRPr="00C933BD">
        <w:rPr>
          <w:rFonts w:ascii="Verdana" w:hAnsi="Verdana" w:cs="Arial"/>
        </w:rPr>
        <w:t>in der Produktzusammensetzung und Herstellungsweise der unter o</w:t>
      </w:r>
      <w:r>
        <w:rPr>
          <w:rFonts w:ascii="Verdana" w:hAnsi="Verdana" w:cs="Arial"/>
        </w:rPr>
        <w:t>.g.</w:t>
      </w:r>
      <w:r w:rsidR="00C933BD" w:rsidRPr="00C933BD">
        <w:rPr>
          <w:rFonts w:ascii="Verdana" w:hAnsi="Verdana" w:cs="Arial"/>
        </w:rPr>
        <w:t xml:space="preserve"> Grundvertragsnummer zertifizierten Produktgruppe entspricht.</w:t>
      </w:r>
    </w:p>
    <w:p w:rsidR="00C933BD" w:rsidRPr="000973B8" w:rsidRDefault="000973B8" w:rsidP="00C55C4D">
      <w:pPr>
        <w:spacing w:line="269" w:lineRule="auto"/>
        <w:rPr>
          <w:rFonts w:ascii="Verdana" w:hAnsi="Verdana" w:cs="Arial"/>
          <w:i/>
        </w:rPr>
      </w:pPr>
      <w:r w:rsidRPr="000973B8">
        <w:rPr>
          <w:rFonts w:ascii="Verdana" w:hAnsi="Verdana" w:cs="Arial"/>
          <w:i/>
        </w:rPr>
        <w:t>oder</w:t>
      </w:r>
    </w:p>
    <w:p w:rsidR="000973B8" w:rsidRDefault="000973B8" w:rsidP="00725CDC">
      <w:pPr>
        <w:spacing w:line="269" w:lineRule="auto"/>
        <w:ind w:left="312" w:hanging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8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85"/>
      <w:r>
        <w:rPr>
          <w:rFonts w:ascii="Verdana" w:hAnsi="Verdana" w:cs="Arial"/>
        </w:rPr>
        <w:instrText xml:space="preserve"> FORMCHECKBOX </w:instrText>
      </w:r>
      <w:r w:rsidR="00A74EE0">
        <w:rPr>
          <w:rFonts w:ascii="Verdana" w:hAnsi="Verdana" w:cs="Arial"/>
        </w:rPr>
      </w:r>
      <w:r w:rsidR="00A74EE0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6"/>
      <w:r w:rsidR="00725CDC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Für das o.g. Produkt werden neben den im </w:t>
      </w:r>
      <w:r w:rsidR="00664CC4">
        <w:rPr>
          <w:rFonts w:ascii="Verdana" w:hAnsi="Verdana" w:cs="Arial"/>
        </w:rPr>
        <w:t xml:space="preserve">o.g. </w:t>
      </w:r>
      <w:r>
        <w:rPr>
          <w:rFonts w:ascii="Verdana" w:hAnsi="Verdana" w:cs="Arial"/>
        </w:rPr>
        <w:t>Grundvertrag genannten Materialien folgende weitere Materialien verwendet</w:t>
      </w:r>
      <w:r w:rsidR="00664CC4">
        <w:rPr>
          <w:rFonts w:ascii="Verdana" w:hAnsi="Verdana" w:cs="Arial"/>
        </w:rPr>
        <w:t>, die o.g. Grundvertrag hinzugefügt werden sollen</w:t>
      </w:r>
      <w:r>
        <w:rPr>
          <w:rFonts w:ascii="Verdana" w:hAnsi="Verdana" w:cs="Arial"/>
        </w:rPr>
        <w:t>:</w:t>
      </w:r>
    </w:p>
    <w:tbl>
      <w:tblPr>
        <w:tblStyle w:val="Tabellenraster"/>
        <w:tblW w:w="0" w:type="auto"/>
        <w:tblInd w:w="312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1"/>
        <w:gridCol w:w="3415"/>
        <w:gridCol w:w="3416"/>
      </w:tblGrid>
      <w:tr w:rsidR="000973B8" w:rsidTr="00601B98">
        <w:tc>
          <w:tcPr>
            <w:tcW w:w="2551" w:type="dxa"/>
            <w:shd w:val="clear" w:color="auto" w:fill="F2F2F2" w:themeFill="background1" w:themeFillShade="F2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b/>
              </w:rPr>
              <w:t>Materialart</w:t>
            </w:r>
          </w:p>
          <w:p w:rsidR="000973B8" w:rsidRPr="000973B8" w:rsidRDefault="000973B8" w:rsidP="00431E53">
            <w:pPr>
              <w:spacing w:line="269" w:lineRule="auto"/>
              <w:rPr>
                <w:rFonts w:ascii="Verdana" w:hAnsi="Verdana" w:cs="Arial"/>
                <w:b/>
              </w:rPr>
            </w:pPr>
            <w:r w:rsidRPr="000973B8">
              <w:rPr>
                <w:rFonts w:ascii="Verdana" w:hAnsi="Verdana" w:cs="Arial"/>
                <w:sz w:val="16"/>
                <w:szCs w:val="16"/>
              </w:rPr>
              <w:t>(</w:t>
            </w:r>
            <w:r w:rsidR="00431E53">
              <w:rPr>
                <w:rFonts w:ascii="Verdana" w:hAnsi="Verdana" w:cs="Arial"/>
                <w:sz w:val="16"/>
                <w:szCs w:val="16"/>
              </w:rPr>
              <w:t>analog Anhang zum Vertrag, z.B. Papier oder Chemikalien)</w:t>
            </w:r>
          </w:p>
        </w:tc>
        <w:tc>
          <w:tcPr>
            <w:tcW w:w="3415" w:type="dxa"/>
            <w:shd w:val="clear" w:color="auto" w:fill="F2F2F2" w:themeFill="background1" w:themeFillShade="F2"/>
          </w:tcPr>
          <w:p w:rsidR="000973B8" w:rsidRPr="000973B8" w:rsidRDefault="000973B8" w:rsidP="00C55C4D">
            <w:pPr>
              <w:spacing w:line="269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Hersteller/Lieferant</w:t>
            </w:r>
          </w:p>
        </w:tc>
        <w:tc>
          <w:tcPr>
            <w:tcW w:w="3416" w:type="dxa"/>
            <w:shd w:val="clear" w:color="auto" w:fill="F2F2F2" w:themeFill="background1" w:themeFillShade="F2"/>
          </w:tcPr>
          <w:p w:rsidR="000973B8" w:rsidRPr="000973B8" w:rsidRDefault="000973B8" w:rsidP="00C55C4D">
            <w:pPr>
              <w:spacing w:line="269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Handelsname</w:t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7" w:name="Text38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8" w:name="Text39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8"/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9" w:name="Text40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9"/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</w:tbl>
    <w:p w:rsidR="000973B8" w:rsidRDefault="000973B8" w:rsidP="00C55C4D">
      <w:pPr>
        <w:spacing w:line="269" w:lineRule="auto"/>
        <w:rPr>
          <w:rFonts w:ascii="Verdana" w:hAnsi="Verdana" w:cs="Arial"/>
        </w:rPr>
      </w:pPr>
    </w:p>
    <w:p w:rsidR="00C55C4D" w:rsidRDefault="000973B8" w:rsidP="00725CDC">
      <w:pPr>
        <w:spacing w:line="269" w:lineRule="auto"/>
        <w:ind w:left="312"/>
        <w:rPr>
          <w:rFonts w:ascii="Verdana" w:hAnsi="Verdana" w:cs="Arial"/>
        </w:rPr>
      </w:pPr>
      <w:r>
        <w:rPr>
          <w:rFonts w:ascii="Verdana" w:hAnsi="Verdana" w:cs="Arial"/>
        </w:rPr>
        <w:t xml:space="preserve">Die zur </w:t>
      </w:r>
      <w:r w:rsidRPr="00431E53">
        <w:rPr>
          <w:rFonts w:ascii="Verdana" w:hAnsi="Verdana" w:cs="Arial"/>
          <w:b/>
        </w:rPr>
        <w:t>Nachmeldung dieser Materialien</w:t>
      </w:r>
      <w:r>
        <w:rPr>
          <w:rFonts w:ascii="Verdana" w:hAnsi="Verdana" w:cs="Arial"/>
        </w:rPr>
        <w:t xml:space="preserve"> benötigten Unterlagen</w:t>
      </w:r>
    </w:p>
    <w:p w:rsidR="000973B8" w:rsidRPr="00C55C4D" w:rsidRDefault="00C55C4D" w:rsidP="00725CDC">
      <w:pPr>
        <w:spacing w:line="269" w:lineRule="auto"/>
        <w:ind w:left="312"/>
        <w:rPr>
          <w:rFonts w:ascii="Verdana" w:hAnsi="Verdana" w:cs="Arial"/>
        </w:rPr>
      </w:pPr>
      <w:r w:rsidRPr="00C55C4D">
        <w:rPr>
          <w:rFonts w:ascii="Verdana" w:hAnsi="Verdana" w:cs="Arial"/>
        </w:rPr>
        <w:fldChar w:fldCharType="begin">
          <w:ffData>
            <w:name w:val="Kontrollkästchen19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96"/>
      <w:r w:rsidRPr="00C55C4D">
        <w:rPr>
          <w:rFonts w:ascii="Verdana" w:hAnsi="Verdana" w:cs="Arial"/>
        </w:rPr>
        <w:instrText xml:space="preserve"> FORMCHECKBOX </w:instrText>
      </w:r>
      <w:r w:rsidR="00A74EE0">
        <w:rPr>
          <w:rFonts w:ascii="Verdana" w:hAnsi="Verdana" w:cs="Arial"/>
        </w:rPr>
      </w:r>
      <w:r w:rsidR="00A74EE0">
        <w:rPr>
          <w:rFonts w:ascii="Verdana" w:hAnsi="Verdana" w:cs="Arial"/>
        </w:rPr>
        <w:fldChar w:fldCharType="separate"/>
      </w:r>
      <w:r w:rsidRPr="00C55C4D">
        <w:rPr>
          <w:rFonts w:ascii="Verdana" w:hAnsi="Verdana" w:cs="Arial"/>
        </w:rPr>
        <w:fldChar w:fldCharType="end"/>
      </w:r>
      <w:bookmarkEnd w:id="10"/>
      <w:r w:rsidRPr="00C55C4D">
        <w:rPr>
          <w:rFonts w:ascii="Verdana" w:hAnsi="Verdana" w:cs="Arial"/>
        </w:rPr>
        <w:t xml:space="preserve"> </w:t>
      </w:r>
      <w:r w:rsidR="000973B8" w:rsidRPr="00C55C4D">
        <w:rPr>
          <w:rFonts w:ascii="Verdana" w:hAnsi="Verdana" w:cs="Arial"/>
        </w:rPr>
        <w:t>liegen dem</w:t>
      </w:r>
      <w:r w:rsidRPr="00C55C4D">
        <w:rPr>
          <w:rFonts w:ascii="Verdana" w:hAnsi="Verdana" w:cs="Arial"/>
        </w:rPr>
        <w:t xml:space="preserve"> </w:t>
      </w:r>
      <w:r w:rsidR="000973B8" w:rsidRPr="00C55C4D">
        <w:rPr>
          <w:rFonts w:ascii="Verdana" w:hAnsi="Verdana" w:cs="Arial"/>
        </w:rPr>
        <w:t>Erweiterungsantrag bei.</w:t>
      </w:r>
    </w:p>
    <w:p w:rsidR="000973B8" w:rsidRDefault="00C55C4D" w:rsidP="00725CDC">
      <w:pPr>
        <w:spacing w:line="269" w:lineRule="auto"/>
        <w:ind w:left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7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97"/>
      <w:r>
        <w:rPr>
          <w:rFonts w:ascii="Verdana" w:hAnsi="Verdana" w:cs="Arial"/>
        </w:rPr>
        <w:instrText xml:space="preserve"> FORMCHECKBOX </w:instrText>
      </w:r>
      <w:r w:rsidR="00A74EE0">
        <w:rPr>
          <w:rFonts w:ascii="Verdana" w:hAnsi="Verdana" w:cs="Arial"/>
        </w:rPr>
      </w:r>
      <w:r w:rsidR="00A74EE0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11"/>
      <w:r>
        <w:rPr>
          <w:rFonts w:ascii="Verdana" w:hAnsi="Verdana" w:cs="Arial"/>
        </w:rPr>
        <w:t xml:space="preserve"> </w:t>
      </w:r>
      <w:r w:rsidR="000973B8" w:rsidRPr="00C55C4D">
        <w:rPr>
          <w:rFonts w:ascii="Verdana" w:hAnsi="Verdana" w:cs="Arial"/>
        </w:rPr>
        <w:t xml:space="preserve">wurden </w:t>
      </w:r>
      <w:r>
        <w:rPr>
          <w:rFonts w:ascii="Verdana" w:hAnsi="Verdana" w:cs="Arial"/>
        </w:rPr>
        <w:t xml:space="preserve">bereits </w:t>
      </w:r>
      <w:r w:rsidR="000973B8" w:rsidRPr="00C55C4D">
        <w:rPr>
          <w:rFonts w:ascii="Verdana" w:hAnsi="Verdana" w:cs="Arial"/>
        </w:rPr>
        <w:t>separat eingereicht.</w:t>
      </w:r>
      <w:r w:rsidR="00EB15BE">
        <w:rPr>
          <w:rFonts w:ascii="Verdana" w:hAnsi="Verdana" w:cs="Arial"/>
        </w:rPr>
        <w:t xml:space="preserve"> (Datum: </w:t>
      </w:r>
      <w:r w:rsidR="00EB15BE">
        <w:rPr>
          <w:rFonts w:ascii="Verdana" w:hAnsi="Verdana" w:cs="Arial"/>
        </w:rPr>
        <w:fldChar w:fldCharType="begin">
          <w:ffData>
            <w:name w:val="Text42"/>
            <w:enabled/>
            <w:calcOnExit w:val="0"/>
            <w:textInput/>
          </w:ffData>
        </w:fldChar>
      </w:r>
      <w:r w:rsidR="00EB15BE">
        <w:rPr>
          <w:rFonts w:ascii="Verdana" w:hAnsi="Verdana" w:cs="Arial"/>
        </w:rPr>
        <w:instrText xml:space="preserve"> FORMTEXT </w:instrText>
      </w:r>
      <w:r w:rsidR="00EB15BE">
        <w:rPr>
          <w:rFonts w:ascii="Verdana" w:hAnsi="Verdana" w:cs="Arial"/>
        </w:rPr>
      </w:r>
      <w:r w:rsidR="00EB15BE">
        <w:rPr>
          <w:rFonts w:ascii="Verdana" w:hAnsi="Verdana" w:cs="Arial"/>
        </w:rPr>
        <w:fldChar w:fldCharType="separate"/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</w:rPr>
        <w:fldChar w:fldCharType="end"/>
      </w:r>
      <w:r w:rsidR="00EB15BE">
        <w:rPr>
          <w:rFonts w:ascii="Verdana" w:hAnsi="Verdana" w:cs="Arial"/>
        </w:rPr>
        <w:t xml:space="preserve">, Eingangsweg: </w:t>
      </w:r>
      <w:r w:rsidR="00EB15BE">
        <w:rPr>
          <w:rFonts w:ascii="Verdana" w:hAnsi="Verdana" w:cs="Arial"/>
        </w:rPr>
        <w:fldChar w:fldCharType="begin">
          <w:ffData>
            <w:name w:val="Dropdown1"/>
            <w:enabled/>
            <w:calcOnExit w:val="0"/>
            <w:ddList>
              <w:listEntry w:val="Bitte wählen!"/>
              <w:listEntry w:val="e-Mail"/>
              <w:listEntry w:val="Post"/>
            </w:ddList>
          </w:ffData>
        </w:fldChar>
      </w:r>
      <w:r w:rsidR="00EB15BE">
        <w:rPr>
          <w:rFonts w:ascii="Verdana" w:hAnsi="Verdana" w:cs="Arial"/>
        </w:rPr>
        <w:instrText xml:space="preserve"> FORMDROPDOWN </w:instrText>
      </w:r>
      <w:r w:rsidR="00A74EE0">
        <w:rPr>
          <w:rFonts w:ascii="Verdana" w:hAnsi="Verdana" w:cs="Arial"/>
        </w:rPr>
      </w:r>
      <w:r w:rsidR="00A74EE0">
        <w:rPr>
          <w:rFonts w:ascii="Verdana" w:hAnsi="Verdana" w:cs="Arial"/>
        </w:rPr>
        <w:fldChar w:fldCharType="separate"/>
      </w:r>
      <w:r w:rsidR="00EB15BE">
        <w:rPr>
          <w:rFonts w:ascii="Verdana" w:hAnsi="Verdana" w:cs="Arial"/>
        </w:rPr>
        <w:fldChar w:fldCharType="end"/>
      </w:r>
      <w:r w:rsidR="00EB15BE">
        <w:rPr>
          <w:rFonts w:ascii="Verdana" w:hAnsi="Verdana" w:cs="Arial"/>
        </w:rPr>
        <w:t>)</w:t>
      </w:r>
    </w:p>
    <w:p w:rsidR="00C55C4D" w:rsidRPr="00C55C4D" w:rsidRDefault="00C55C4D" w:rsidP="00725CDC">
      <w:pPr>
        <w:spacing w:line="269" w:lineRule="auto"/>
        <w:ind w:left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8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98"/>
      <w:r>
        <w:rPr>
          <w:rFonts w:ascii="Verdana" w:hAnsi="Verdana" w:cs="Arial"/>
        </w:rPr>
        <w:instrText xml:space="preserve"> FORMCHECKBOX </w:instrText>
      </w:r>
      <w:r w:rsidR="00A74EE0">
        <w:rPr>
          <w:rFonts w:ascii="Verdana" w:hAnsi="Verdana" w:cs="Arial"/>
        </w:rPr>
      </w:r>
      <w:r w:rsidR="00A74EE0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12"/>
      <w:r>
        <w:rPr>
          <w:rFonts w:ascii="Verdana" w:hAnsi="Verdana" w:cs="Arial"/>
        </w:rPr>
        <w:t xml:space="preserve"> </w:t>
      </w:r>
      <w:r w:rsidR="00EB15BE">
        <w:rPr>
          <w:rFonts w:ascii="Verdana" w:hAnsi="Verdana" w:cs="Arial"/>
        </w:rPr>
        <w:t>werden nachgereicht.</w:t>
      </w:r>
    </w:p>
    <w:p w:rsidR="000973B8" w:rsidRDefault="000973B8" w:rsidP="00C55C4D">
      <w:pPr>
        <w:spacing w:line="269" w:lineRule="auto"/>
        <w:rPr>
          <w:rFonts w:ascii="Verdana" w:hAnsi="Verdana" w:cs="Arial"/>
        </w:rPr>
      </w:pPr>
    </w:p>
    <w:p w:rsidR="00C55C4D" w:rsidRDefault="00C4355B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  <w:b/>
        </w:rPr>
        <w:t xml:space="preserve">Angaben zu den </w:t>
      </w:r>
      <w:r w:rsidRPr="006F027B">
        <w:rPr>
          <w:rFonts w:ascii="Verdana" w:hAnsi="Verdana" w:cs="Arial"/>
          <w:b/>
        </w:rPr>
        <w:t>Produktionsstätte</w:t>
      </w:r>
      <w:r>
        <w:rPr>
          <w:rFonts w:ascii="Verdana" w:hAnsi="Verdana" w:cs="Arial"/>
          <w:b/>
        </w:rPr>
        <w:t>n</w:t>
      </w:r>
      <w:r w:rsidR="00431E53">
        <w:rPr>
          <w:rFonts w:ascii="Verdana" w:hAnsi="Verdana" w:cs="Arial"/>
          <w:b/>
        </w:rPr>
        <w:t>:</w:t>
      </w:r>
      <w:r w:rsidRPr="006F027B">
        <w:rPr>
          <w:rFonts w:ascii="Verdana" w:hAnsi="Verdana" w:cs="Arial"/>
        </w:rPr>
        <w:t xml:space="preserve"> </w:t>
      </w:r>
      <w:r w:rsidRPr="00431E53">
        <w:rPr>
          <w:rFonts w:ascii="Verdana" w:hAnsi="Verdana" w:cs="Arial"/>
          <w:sz w:val="16"/>
          <w:szCs w:val="16"/>
        </w:rPr>
        <w:t xml:space="preserve">(falls abweichend vom </w:t>
      </w:r>
      <w:r w:rsidR="00431E53" w:rsidRPr="00431E53">
        <w:rPr>
          <w:rFonts w:ascii="Verdana" w:hAnsi="Verdana" w:cs="Arial"/>
          <w:sz w:val="16"/>
          <w:szCs w:val="16"/>
        </w:rPr>
        <w:t>Vertragspartner/</w:t>
      </w:r>
      <w:r w:rsidRPr="00431E53">
        <w:rPr>
          <w:rFonts w:ascii="Verdana" w:hAnsi="Verdana" w:cs="Arial"/>
          <w:sz w:val="16"/>
          <w:szCs w:val="16"/>
        </w:rPr>
        <w:t>Zeichennehmer)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3260"/>
        <w:gridCol w:w="6122"/>
      </w:tblGrid>
      <w:tr w:rsidR="00C4355B" w:rsidRPr="006F027B" w:rsidTr="00221CEC">
        <w:trPr>
          <w:trHeight w:val="107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  <w:b/>
              </w:rPr>
            </w:pPr>
            <w:r w:rsidRPr="00C4355B">
              <w:rPr>
                <w:rFonts w:ascii="Verdana" w:hAnsi="Verdana" w:cs="Arial"/>
                <w:b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Produktionsstätte 1:</w:t>
            </w:r>
          </w:p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  <w:sz w:val="16"/>
                <w:szCs w:val="16"/>
              </w:rPr>
              <w:t xml:space="preserve">(Bitte </w:t>
            </w:r>
            <w:r>
              <w:rPr>
                <w:rFonts w:ascii="Verdana" w:hAnsi="Verdana" w:cs="Arial"/>
                <w:sz w:val="16"/>
                <w:szCs w:val="16"/>
              </w:rPr>
              <w:t xml:space="preserve">Firmennamen und </w:t>
            </w:r>
            <w:r w:rsidRPr="003A086E">
              <w:rPr>
                <w:rFonts w:ascii="Verdana" w:hAnsi="Verdana" w:cs="Arial"/>
                <w:sz w:val="16"/>
                <w:szCs w:val="16"/>
              </w:rPr>
              <w:t>vollständige Adresse angeben)</w:t>
            </w:r>
          </w:p>
        </w:tc>
        <w:tc>
          <w:tcPr>
            <w:tcW w:w="6122" w:type="dxa"/>
            <w:tcBorders>
              <w:bottom w:val="dotted" w:sz="4" w:space="0" w:color="auto"/>
            </w:tcBorders>
            <w:shd w:val="clear" w:color="auto" w:fill="auto"/>
          </w:tcPr>
          <w:p w:rsidR="00C4355B" w:rsidRPr="006F027B" w:rsidRDefault="00C4355B" w:rsidP="00725CDC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="00725CDC">
              <w:rPr>
                <w:rFonts w:ascii="Verdana" w:hAnsi="Verdana" w:cs="Arial"/>
              </w:rPr>
              <w:t> </w:t>
            </w:r>
            <w:r w:rsidR="00725CDC">
              <w:rPr>
                <w:rFonts w:ascii="Verdana" w:hAnsi="Verdana" w:cs="Arial"/>
              </w:rPr>
              <w:t> </w:t>
            </w:r>
            <w:r w:rsidR="00725CDC">
              <w:rPr>
                <w:rFonts w:ascii="Verdana" w:hAnsi="Verdana" w:cs="Arial"/>
              </w:rPr>
              <w:t> </w:t>
            </w:r>
            <w:r w:rsidR="00725CDC">
              <w:rPr>
                <w:rFonts w:ascii="Verdana" w:hAnsi="Verdana" w:cs="Arial"/>
              </w:rPr>
              <w:t> </w:t>
            </w:r>
            <w:r w:rsidR="00725CDC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:rsidTr="00221CE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ind w:left="567"/>
              <w:rPr>
                <w:rFonts w:ascii="Verdana" w:hAnsi="Verdana" w:cs="Arial"/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4355B" w:rsidRPr="006F027B" w:rsidRDefault="00C4355B" w:rsidP="00987AE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Teil des Druckerzeugnisses</w:t>
            </w:r>
            <w:r w:rsidRPr="006F027B">
              <w:rPr>
                <w:rFonts w:ascii="Verdana" w:hAnsi="Verdana" w:cs="Arial"/>
              </w:rPr>
              <w:t>:</w:t>
            </w:r>
          </w:p>
        </w:tc>
        <w:tc>
          <w:tcPr>
            <w:tcW w:w="61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:rsidTr="00221CEC">
        <w:trPr>
          <w:trHeight w:val="107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  <w:b/>
              </w:rPr>
            </w:pPr>
            <w:r w:rsidRPr="00C4355B">
              <w:rPr>
                <w:rFonts w:ascii="Verdana" w:hAnsi="Verdana" w:cs="Arial"/>
                <w:b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Produktionsstätte 2:</w:t>
            </w:r>
          </w:p>
          <w:p w:rsidR="00C4355B" w:rsidRPr="00987AE2" w:rsidRDefault="00C4355B" w:rsidP="00C4355B">
            <w:pPr>
              <w:rPr>
                <w:rFonts w:ascii="Verdana" w:hAnsi="Verdana" w:cs="Arial"/>
                <w:sz w:val="16"/>
                <w:szCs w:val="16"/>
              </w:rPr>
            </w:pPr>
            <w:r w:rsidRPr="00987AE2">
              <w:rPr>
                <w:rFonts w:ascii="Verdana" w:hAnsi="Verdana" w:cs="Arial"/>
                <w:sz w:val="16"/>
                <w:szCs w:val="16"/>
              </w:rPr>
              <w:t>(Bitte Firmennamen und vollständige Adresse angeben)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:rsidTr="00221CE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ind w:left="567"/>
              <w:rPr>
                <w:rFonts w:ascii="Verdana" w:hAnsi="Verdana" w:cs="Arial"/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4355B" w:rsidRPr="006F027B" w:rsidRDefault="00C4355B" w:rsidP="00987AE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Teil des Druckerzeugnisses</w:t>
            </w:r>
            <w:r w:rsidRPr="006F027B">
              <w:rPr>
                <w:rFonts w:ascii="Verdana" w:hAnsi="Verdana" w:cs="Arial"/>
              </w:rPr>
              <w:t>:</w:t>
            </w:r>
          </w:p>
        </w:tc>
        <w:tc>
          <w:tcPr>
            <w:tcW w:w="61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:rsidTr="00221CEC">
        <w:trPr>
          <w:trHeight w:val="107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  <w:b/>
              </w:rPr>
            </w:pPr>
            <w:r w:rsidRPr="00C4355B"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Produktionsstätte 3:</w:t>
            </w:r>
          </w:p>
          <w:p w:rsidR="00C4355B" w:rsidRPr="00987AE2" w:rsidRDefault="00C4355B" w:rsidP="00C4355B">
            <w:pPr>
              <w:rPr>
                <w:rFonts w:ascii="Verdana" w:hAnsi="Verdana" w:cs="Arial"/>
                <w:sz w:val="16"/>
                <w:szCs w:val="16"/>
              </w:rPr>
            </w:pPr>
            <w:r w:rsidRPr="00987AE2">
              <w:rPr>
                <w:rFonts w:ascii="Verdana" w:hAnsi="Verdana" w:cs="Arial"/>
                <w:sz w:val="16"/>
                <w:szCs w:val="16"/>
              </w:rPr>
              <w:t>(Bitte Firmennamen und vollständige Adresse angeben)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:rsidTr="00221CE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ind w:left="567"/>
              <w:rPr>
                <w:rFonts w:ascii="Verdana" w:hAnsi="Verdana" w:cs="Arial"/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4355B" w:rsidRPr="006F027B" w:rsidRDefault="00C4355B" w:rsidP="00987AE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Teil des Druckerzeugnisses</w:t>
            </w:r>
            <w:r w:rsidRPr="006F027B">
              <w:rPr>
                <w:rFonts w:ascii="Verdana" w:hAnsi="Verdana" w:cs="Arial"/>
              </w:rPr>
              <w:t>:</w:t>
            </w:r>
          </w:p>
        </w:tc>
        <w:tc>
          <w:tcPr>
            <w:tcW w:w="61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</w:tbl>
    <w:p w:rsidR="00C933BD" w:rsidRDefault="00C933BD" w:rsidP="00C55C4D">
      <w:pPr>
        <w:spacing w:line="269" w:lineRule="auto"/>
      </w:pPr>
    </w:p>
    <w:p w:rsidR="00221CEC" w:rsidRDefault="00221CEC" w:rsidP="00C55C4D">
      <w:pPr>
        <w:spacing w:line="269" w:lineRule="auto"/>
      </w:pPr>
      <w:r>
        <w:fldChar w:fldCharType="begin">
          <w:ffData>
            <w:name w:val="Kontrollkästchen199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99"/>
      <w:r>
        <w:instrText xml:space="preserve"> FORMCHECKBOX </w:instrText>
      </w:r>
      <w:r w:rsidR="00A74EE0">
        <w:fldChar w:fldCharType="separate"/>
      </w:r>
      <w:r>
        <w:fldChar w:fldCharType="end"/>
      </w:r>
      <w:bookmarkEnd w:id="13"/>
      <w:r>
        <w:t xml:space="preserve"> </w:t>
      </w:r>
      <w:r w:rsidRPr="00221CEC">
        <w:rPr>
          <w:rFonts w:ascii="Verdana" w:hAnsi="Verdana" w:cs="Arial"/>
        </w:rPr>
        <w:t>Das Druckerzeugnis enthält verbundene Beilagen aus weiteren Fertigungsschritten.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544"/>
        <w:gridCol w:w="6095"/>
      </w:tblGrid>
      <w:tr w:rsidR="00221CEC" w:rsidRPr="006F027B" w:rsidTr="00221CEC">
        <w:trPr>
          <w:trHeight w:val="1077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21CEC" w:rsidRPr="00C4355B" w:rsidRDefault="00221CEC" w:rsidP="004A147C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Produktionsstätte der </w:t>
            </w:r>
            <w:r w:rsidRPr="00583247">
              <w:rPr>
                <w:rFonts w:ascii="Verdana" w:hAnsi="Verdana" w:cs="Arial"/>
                <w:b/>
              </w:rPr>
              <w:t>Beilagen</w:t>
            </w:r>
            <w:r>
              <w:rPr>
                <w:rFonts w:ascii="Verdana" w:hAnsi="Verdana" w:cs="Arial"/>
              </w:rPr>
              <w:t>:</w:t>
            </w:r>
          </w:p>
          <w:p w:rsidR="00221CEC" w:rsidRPr="00987AE2" w:rsidRDefault="00221CEC" w:rsidP="004A147C">
            <w:pPr>
              <w:rPr>
                <w:rFonts w:ascii="Verdana" w:hAnsi="Verdana" w:cs="Arial"/>
                <w:sz w:val="16"/>
                <w:szCs w:val="16"/>
              </w:rPr>
            </w:pPr>
            <w:r w:rsidRPr="00987AE2">
              <w:rPr>
                <w:rFonts w:ascii="Verdana" w:hAnsi="Verdana" w:cs="Arial"/>
                <w:sz w:val="16"/>
                <w:szCs w:val="16"/>
              </w:rPr>
              <w:t>(Bitte Firmennamen und vollständige Adresse angeben)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EC" w:rsidRPr="006F027B" w:rsidRDefault="00221CEC" w:rsidP="004A147C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</w:tbl>
    <w:p w:rsidR="00221CEC" w:rsidRDefault="00221CEC" w:rsidP="00C55C4D">
      <w:pPr>
        <w:spacing w:line="269" w:lineRule="auto"/>
      </w:pPr>
    </w:p>
    <w:p w:rsidR="00C4355B" w:rsidRDefault="00C4355B" w:rsidP="00C4355B">
      <w:pPr>
        <w:spacing w:line="269" w:lineRule="auto"/>
        <w:rPr>
          <w:rFonts w:ascii="Verdana" w:hAnsi="Verdana" w:cs="Arial"/>
        </w:rPr>
      </w:pPr>
      <w:r w:rsidRPr="00BA6049">
        <w:rPr>
          <w:rFonts w:ascii="Verdana" w:hAnsi="Verdana" w:cs="Arial"/>
          <w:b/>
        </w:rPr>
        <w:t>Informationen zum Druckerzeugnis</w:t>
      </w:r>
      <w:r w:rsidR="00431E53">
        <w:rPr>
          <w:rFonts w:ascii="Verdana" w:hAnsi="Verdana" w:cs="Arial"/>
          <w:b/>
        </w:rPr>
        <w:t>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3118"/>
        <w:gridCol w:w="132"/>
        <w:gridCol w:w="308"/>
        <w:gridCol w:w="2778"/>
        <w:gridCol w:w="300"/>
        <w:gridCol w:w="2861"/>
      </w:tblGrid>
      <w:tr w:rsidR="004C0031" w:rsidRPr="00BA6049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4C0031" w:rsidRPr="00431E53" w:rsidRDefault="004C0031" w:rsidP="008A45C9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Auftragswert: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4C0031" w:rsidRPr="00431E53" w:rsidRDefault="004C0031" w:rsidP="008A45C9">
            <w:pPr>
              <w:spacing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€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4" w:name="Text41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4"/>
            <w:r w:rsidRPr="00431E53">
              <w:rPr>
                <w:rFonts w:ascii="Verdana" w:hAnsi="Verdana" w:cs="Arial"/>
              </w:rPr>
              <w:tab/>
            </w:r>
          </w:p>
          <w:p w:rsidR="004C0031" w:rsidRPr="00431E53" w:rsidRDefault="004C0031" w:rsidP="008A45C9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</w:tr>
      <w:tr w:rsidR="004C0031" w:rsidRPr="00BA6049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4C0031" w:rsidRPr="00431E53" w:rsidRDefault="004C0031" w:rsidP="00C55C4D">
            <w:pPr>
              <w:spacing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ab/>
              <w:t>- entspricht Staffel</w:t>
            </w:r>
            <w:r w:rsidR="00431E53">
              <w:rPr>
                <w:rStyle w:val="Funotenzeichen"/>
                <w:rFonts w:ascii="Verdana" w:hAnsi="Verdana" w:cs="Arial"/>
              </w:rPr>
              <w:footnoteReference w:id="2"/>
            </w:r>
            <w:r w:rsidRPr="00431E53">
              <w:rPr>
                <w:rFonts w:ascii="Verdana" w:hAnsi="Verdana" w:cs="Arial"/>
              </w:rPr>
              <w:t>:</w:t>
            </w:r>
          </w:p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4C0031" w:rsidRPr="00431E53" w:rsidRDefault="004C0031" w:rsidP="00C55C4D">
            <w:pPr>
              <w:spacing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1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88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5"/>
            <w:r w:rsidRPr="00431E53">
              <w:rPr>
                <w:rFonts w:ascii="Verdana" w:hAnsi="Verdana" w:cs="Arial"/>
              </w:rPr>
              <w:tab/>
              <w:t xml:space="preserve">2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89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6"/>
            <w:r w:rsidRPr="00431E53">
              <w:rPr>
                <w:rFonts w:ascii="Verdana" w:hAnsi="Verdana" w:cs="Arial"/>
              </w:rPr>
              <w:tab/>
              <w:t xml:space="preserve">3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90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7"/>
            <w:r w:rsidRPr="00431E53">
              <w:rPr>
                <w:rFonts w:ascii="Verdana" w:hAnsi="Verdana" w:cs="Arial"/>
              </w:rPr>
              <w:tab/>
              <w:t xml:space="preserve">4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91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8"/>
          </w:p>
        </w:tc>
      </w:tr>
      <w:tr w:rsidR="004C0031" w:rsidRPr="00BA6049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Formate [mm]: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9"/>
          </w:p>
        </w:tc>
      </w:tr>
      <w:tr w:rsidR="004C0031" w:rsidRPr="00BA6049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Seitenumfang: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0"/>
          </w:p>
        </w:tc>
      </w:tr>
      <w:tr w:rsidR="004C0031" w:rsidRPr="00BA6049" w:rsidTr="00431E53">
        <w:trPr>
          <w:trHeight w:val="567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Weiterverarbeitung/Veredlung:</w:t>
            </w:r>
          </w:p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  <w:sz w:val="16"/>
                <w:szCs w:val="16"/>
              </w:rPr>
              <w:t>(Klebung, Heftung, Beschichtung, etc.)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1"/>
          </w:p>
        </w:tc>
      </w:tr>
      <w:tr w:rsidR="00CE6100" w:rsidRPr="00BA6049" w:rsidTr="00431E53">
        <w:trPr>
          <w:trHeight w:val="1304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Verwendete(s) Papier(e):</w:t>
            </w:r>
          </w:p>
          <w:p w:rsidR="00CE6100" w:rsidRPr="00431E53" w:rsidRDefault="00CE6100" w:rsidP="00CE6100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 w:rsidRPr="00431E53">
              <w:rPr>
                <w:rFonts w:ascii="Verdana" w:hAnsi="Verdana" w:cs="Arial"/>
                <w:sz w:val="16"/>
                <w:szCs w:val="16"/>
              </w:rPr>
              <w:t>(Bitte Handelsnamen angeben)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1.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2" w:name="Text43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2"/>
          </w:p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2.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3" w:name="Text44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3"/>
          </w:p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3.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4" w:name="Text45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4"/>
          </w:p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weitere (Aufzählung):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5" w:name="Text46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5"/>
          </w:p>
        </w:tc>
      </w:tr>
      <w:tr w:rsidR="00CE6100" w:rsidRPr="00BA6049" w:rsidTr="00431E53">
        <w:tc>
          <w:tcPr>
            <w:tcW w:w="3402" w:type="dxa"/>
            <w:gridSpan w:val="2"/>
            <w:shd w:val="clear" w:color="auto" w:fill="F2F2F2" w:themeFill="background1" w:themeFillShade="F2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Periodizität: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6" w:name="Text48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6"/>
          </w:p>
        </w:tc>
      </w:tr>
      <w:tr w:rsidR="00CE6100" w:rsidRPr="00BA6049" w:rsidTr="00431E53">
        <w:tc>
          <w:tcPr>
            <w:tcW w:w="3402" w:type="dxa"/>
            <w:gridSpan w:val="2"/>
            <w:shd w:val="clear" w:color="auto" w:fill="F2F2F2" w:themeFill="background1" w:themeFillShade="F2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Auflage: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7" w:name="Text49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7"/>
          </w:p>
        </w:tc>
      </w:tr>
      <w:tr w:rsidR="00CE6100" w:rsidRPr="00BA6049" w:rsidTr="00431E53">
        <w:trPr>
          <w:trHeight w:val="567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Produkttyp:</w:t>
            </w:r>
          </w:p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 w:rsidRPr="00431E53">
              <w:rPr>
                <w:rFonts w:ascii="Verdana" w:hAnsi="Verdana" w:cs="Arial"/>
                <w:sz w:val="16"/>
                <w:szCs w:val="16"/>
              </w:rPr>
              <w:t>(Broschüre, Werbebeilage, Flyer, etc.)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8" w:name="Text50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8"/>
          </w:p>
        </w:tc>
      </w:tr>
      <w:tr w:rsidR="004C0031" w:rsidRPr="00BA6049" w:rsidTr="00CE6100">
        <w:trPr>
          <w:trHeight w:val="303"/>
        </w:trPr>
        <w:tc>
          <w:tcPr>
            <w:tcW w:w="9781" w:type="dxa"/>
            <w:gridSpan w:val="7"/>
            <w:shd w:val="clear" w:color="auto" w:fill="F2F2F2" w:themeFill="background1" w:themeFillShade="F2"/>
          </w:tcPr>
          <w:p w:rsidR="004C0031" w:rsidRPr="00431E53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Verwendete Druckverfahren</w:t>
            </w:r>
            <w:r w:rsidR="00CE6100" w:rsidRPr="00431E53">
              <w:rPr>
                <w:rFonts w:ascii="Verdana" w:hAnsi="Verdana" w:cs="Arial"/>
              </w:rPr>
              <w:t>:</w:t>
            </w:r>
          </w:p>
        </w:tc>
      </w:tr>
      <w:tr w:rsidR="004C0031" w:rsidRPr="00BA6049" w:rsidTr="00CE6100">
        <w:trPr>
          <w:trHeight w:val="303"/>
        </w:trPr>
        <w:tc>
          <w:tcPr>
            <w:tcW w:w="284" w:type="dxa"/>
            <w:shd w:val="clear" w:color="auto" w:fill="auto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Bogenoffsetdruck</w:t>
            </w:r>
          </w:p>
        </w:tc>
        <w:tc>
          <w:tcPr>
            <w:tcW w:w="308" w:type="dxa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Heatset-Rollenoffsetdruck</w:t>
            </w:r>
          </w:p>
        </w:tc>
        <w:tc>
          <w:tcPr>
            <w:tcW w:w="300" w:type="dxa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Illustrationstiefdruck</w:t>
            </w:r>
          </w:p>
        </w:tc>
      </w:tr>
      <w:tr w:rsidR="004C0031" w:rsidRPr="00BA6049" w:rsidTr="00CE6100">
        <w:trPr>
          <w:trHeight w:val="303"/>
        </w:trPr>
        <w:tc>
          <w:tcPr>
            <w:tcW w:w="284" w:type="dxa"/>
            <w:shd w:val="clear" w:color="auto" w:fill="auto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Coldset-Rollenoffsetdruck</w:t>
            </w:r>
          </w:p>
        </w:tc>
        <w:tc>
          <w:tcPr>
            <w:tcW w:w="308" w:type="dxa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Flexodruck</w:t>
            </w:r>
          </w:p>
        </w:tc>
        <w:tc>
          <w:tcPr>
            <w:tcW w:w="300" w:type="dxa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Digitaldruck</w:t>
            </w:r>
            <w:r>
              <w:rPr>
                <w:rFonts w:ascii="Verdana" w:hAnsi="Verdana" w:cs="Arial"/>
              </w:rPr>
              <w:t xml:space="preserve"> (Trockentoner) </w:t>
            </w:r>
          </w:p>
        </w:tc>
      </w:tr>
      <w:tr w:rsidR="004C0031" w:rsidRPr="00BA6049" w:rsidTr="00CE6100">
        <w:trPr>
          <w:trHeight w:val="303"/>
        </w:trPr>
        <w:tc>
          <w:tcPr>
            <w:tcW w:w="284" w:type="dxa"/>
            <w:shd w:val="clear" w:color="auto" w:fill="auto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82"/>
            <w:r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29"/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Digitaldruck (Inkjet)</w:t>
            </w:r>
          </w:p>
        </w:tc>
        <w:tc>
          <w:tcPr>
            <w:tcW w:w="308" w:type="dxa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183"/>
            <w:r>
              <w:rPr>
                <w:rFonts w:ascii="Verdana" w:hAnsi="Verdana" w:cs="Arial"/>
              </w:rPr>
              <w:instrText xml:space="preserve"> FORMCHECKBOX </w:instrText>
            </w:r>
            <w:r w:rsidR="00A74EE0">
              <w:rPr>
                <w:rFonts w:ascii="Verdana" w:hAnsi="Verdana" w:cs="Arial"/>
              </w:rPr>
            </w:r>
            <w:r w:rsidR="00A74EE0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30"/>
          </w:p>
        </w:tc>
        <w:tc>
          <w:tcPr>
            <w:tcW w:w="5939" w:type="dxa"/>
            <w:gridSpan w:val="3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Sonstiger Digitaldruck: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31"/>
          </w:p>
        </w:tc>
      </w:tr>
    </w:tbl>
    <w:p w:rsidR="00742681" w:rsidRDefault="00742681" w:rsidP="00C55C4D">
      <w:pPr>
        <w:spacing w:line="269" w:lineRule="auto"/>
        <w:rPr>
          <w:rFonts w:ascii="Verdana" w:hAnsi="Verdana" w:cs="Arial"/>
        </w:rPr>
      </w:pPr>
    </w:p>
    <w:p w:rsidR="005E34DE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 xml:space="preserve">Ein </w:t>
      </w:r>
      <w:r w:rsidRPr="00431E53">
        <w:rPr>
          <w:rFonts w:ascii="Verdana" w:hAnsi="Verdana" w:cs="Arial"/>
          <w:b/>
        </w:rPr>
        <w:t>Produktmuster</w:t>
      </w:r>
      <w:r w:rsidR="00725CDC">
        <w:rPr>
          <w:rFonts w:ascii="Verdana" w:hAnsi="Verdana" w:cs="Arial"/>
        </w:rPr>
        <w:t xml:space="preserve"> (z.B. als .pdf-Datei)</w:t>
      </w:r>
      <w:r>
        <w:rPr>
          <w:rFonts w:ascii="Verdana" w:hAnsi="Verdana" w:cs="Arial"/>
        </w:rPr>
        <w:t xml:space="preserve"> mit der Abbildung des Blauen Engels</w:t>
      </w:r>
      <w:r w:rsidR="00431E53">
        <w:rPr>
          <w:rStyle w:val="Funotenzeichen"/>
          <w:rFonts w:ascii="Verdana" w:hAnsi="Verdana" w:cs="Arial"/>
        </w:rPr>
        <w:footnoteReference w:id="3"/>
      </w:r>
    </w:p>
    <w:p w:rsidR="00C55C4D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4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Kontrollkästchen194"/>
      <w:r>
        <w:rPr>
          <w:rFonts w:ascii="Verdana" w:hAnsi="Verdana" w:cs="Arial"/>
        </w:rPr>
        <w:instrText xml:space="preserve"> FORMCHECKBOX </w:instrText>
      </w:r>
      <w:r w:rsidR="00A74EE0">
        <w:rPr>
          <w:rFonts w:ascii="Verdana" w:hAnsi="Verdana" w:cs="Arial"/>
        </w:rPr>
      </w:r>
      <w:r w:rsidR="00A74EE0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32"/>
      <w:r>
        <w:rPr>
          <w:rFonts w:ascii="Verdana" w:hAnsi="Verdana" w:cs="Arial"/>
        </w:rPr>
        <w:t xml:space="preserve"> liegt dem Erweiterungsantrag bei.</w:t>
      </w:r>
    </w:p>
    <w:p w:rsidR="00C55C4D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2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Kontrollkästchen192"/>
      <w:r>
        <w:rPr>
          <w:rFonts w:ascii="Verdana" w:hAnsi="Verdana" w:cs="Arial"/>
        </w:rPr>
        <w:instrText xml:space="preserve"> FORMCHECKBOX </w:instrText>
      </w:r>
      <w:r w:rsidR="00A74EE0">
        <w:rPr>
          <w:rFonts w:ascii="Verdana" w:hAnsi="Verdana" w:cs="Arial"/>
        </w:rPr>
      </w:r>
      <w:r w:rsidR="00A74EE0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33"/>
      <w:r>
        <w:rPr>
          <w:rFonts w:ascii="Verdana" w:hAnsi="Verdana" w:cs="Arial"/>
        </w:rPr>
        <w:t xml:space="preserve"> wurde bereits </w:t>
      </w:r>
      <w:r w:rsidR="00EB15BE">
        <w:rPr>
          <w:rFonts w:ascii="Verdana" w:hAnsi="Verdana" w:cs="Arial"/>
        </w:rPr>
        <w:t xml:space="preserve">separat </w:t>
      </w:r>
      <w:r>
        <w:rPr>
          <w:rFonts w:ascii="Verdana" w:hAnsi="Verdana" w:cs="Arial"/>
        </w:rPr>
        <w:t>eingereicht</w:t>
      </w:r>
      <w:r w:rsidR="00EB15BE">
        <w:rPr>
          <w:rFonts w:ascii="Verdana" w:hAnsi="Verdana" w:cs="Arial"/>
        </w:rPr>
        <w:t xml:space="preserve">. (Datum: </w:t>
      </w:r>
      <w:r w:rsidR="00EB15BE">
        <w:rPr>
          <w:rFonts w:ascii="Verdana" w:hAnsi="Verdana" w:cs="Arial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34" w:name="Text42"/>
      <w:r w:rsidR="00EB15BE">
        <w:rPr>
          <w:rFonts w:ascii="Verdana" w:hAnsi="Verdana" w:cs="Arial"/>
        </w:rPr>
        <w:instrText xml:space="preserve"> FORMTEXT </w:instrText>
      </w:r>
      <w:r w:rsidR="00EB15BE">
        <w:rPr>
          <w:rFonts w:ascii="Verdana" w:hAnsi="Verdana" w:cs="Arial"/>
        </w:rPr>
      </w:r>
      <w:r w:rsidR="00EB15BE">
        <w:rPr>
          <w:rFonts w:ascii="Verdana" w:hAnsi="Verdana" w:cs="Arial"/>
        </w:rPr>
        <w:fldChar w:fldCharType="separate"/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</w:rPr>
        <w:fldChar w:fldCharType="end"/>
      </w:r>
      <w:bookmarkEnd w:id="34"/>
      <w:r w:rsidR="00EB15BE">
        <w:rPr>
          <w:rFonts w:ascii="Verdana" w:hAnsi="Verdana" w:cs="Arial"/>
        </w:rPr>
        <w:t xml:space="preserve">, Eingangsweg: </w:t>
      </w:r>
      <w:r w:rsidR="00EB15BE">
        <w:rPr>
          <w:rFonts w:ascii="Verdana" w:hAnsi="Verdana" w:cs="Arial"/>
        </w:rPr>
        <w:fldChar w:fldCharType="begin">
          <w:ffData>
            <w:name w:val="Dropdown1"/>
            <w:enabled/>
            <w:calcOnExit w:val="0"/>
            <w:ddList>
              <w:listEntry w:val="Bitte wählen!"/>
              <w:listEntry w:val="e-Mail"/>
              <w:listEntry w:val="Post"/>
            </w:ddList>
          </w:ffData>
        </w:fldChar>
      </w:r>
      <w:bookmarkStart w:id="35" w:name="Dropdown1"/>
      <w:r w:rsidR="00EB15BE">
        <w:rPr>
          <w:rFonts w:ascii="Verdana" w:hAnsi="Verdana" w:cs="Arial"/>
        </w:rPr>
        <w:instrText xml:space="preserve"> FORMDROPDOWN </w:instrText>
      </w:r>
      <w:r w:rsidR="00A74EE0">
        <w:rPr>
          <w:rFonts w:ascii="Verdana" w:hAnsi="Verdana" w:cs="Arial"/>
        </w:rPr>
      </w:r>
      <w:r w:rsidR="00A74EE0">
        <w:rPr>
          <w:rFonts w:ascii="Verdana" w:hAnsi="Verdana" w:cs="Arial"/>
        </w:rPr>
        <w:fldChar w:fldCharType="separate"/>
      </w:r>
      <w:r w:rsidR="00EB15BE">
        <w:rPr>
          <w:rFonts w:ascii="Verdana" w:hAnsi="Verdana" w:cs="Arial"/>
        </w:rPr>
        <w:fldChar w:fldCharType="end"/>
      </w:r>
      <w:bookmarkEnd w:id="35"/>
      <w:r w:rsidR="00EB15BE">
        <w:rPr>
          <w:rFonts w:ascii="Verdana" w:hAnsi="Verdana" w:cs="Arial"/>
        </w:rPr>
        <w:t>)</w:t>
      </w:r>
    </w:p>
    <w:p w:rsidR="00C55C4D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5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Kontrollkästchen195"/>
      <w:r>
        <w:rPr>
          <w:rFonts w:ascii="Verdana" w:hAnsi="Verdana" w:cs="Arial"/>
        </w:rPr>
        <w:instrText xml:space="preserve"> FORMCHECKBOX </w:instrText>
      </w:r>
      <w:r w:rsidR="00A74EE0">
        <w:rPr>
          <w:rFonts w:ascii="Verdana" w:hAnsi="Verdana" w:cs="Arial"/>
        </w:rPr>
      </w:r>
      <w:r w:rsidR="00A74EE0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36"/>
      <w:r>
        <w:rPr>
          <w:rFonts w:ascii="Verdana" w:hAnsi="Verdana" w:cs="Arial"/>
        </w:rPr>
        <w:t xml:space="preserve"> wird nachgereicht.</w:t>
      </w:r>
    </w:p>
    <w:p w:rsidR="005E34DE" w:rsidRDefault="005E34DE" w:rsidP="00C55C4D">
      <w:pPr>
        <w:spacing w:line="269" w:lineRule="auto"/>
        <w:rPr>
          <w:rFonts w:ascii="Verdana" w:hAnsi="Verdana" w:cs="Arial"/>
        </w:rPr>
      </w:pPr>
    </w:p>
    <w:p w:rsidR="005E34DE" w:rsidRPr="00BA6049" w:rsidRDefault="005E34DE" w:rsidP="00C55C4D">
      <w:pPr>
        <w:spacing w:line="269" w:lineRule="auto"/>
        <w:rPr>
          <w:rFonts w:ascii="Verdana" w:hAnsi="Verdana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BA6049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  <w:p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Ort:</w:t>
            </w:r>
          </w:p>
          <w:p w:rsidR="00E74D42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7" w:name="Text14"/>
            <w:r w:rsidRPr="00BA6049">
              <w:rPr>
                <w:rFonts w:ascii="Verdana" w:hAnsi="Verdana" w:cs="Arial"/>
              </w:rPr>
              <w:instrText xml:space="preserve"> FORMTEXT </w:instrText>
            </w:r>
            <w:r w:rsidRPr="00BA6049">
              <w:rPr>
                <w:rFonts w:ascii="Verdana" w:hAnsi="Verdana" w:cs="Arial"/>
              </w:rPr>
            </w:r>
            <w:r w:rsidRPr="00BA6049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</w:rPr>
              <w:fldChar w:fldCharType="end"/>
            </w:r>
            <w:bookmarkEnd w:id="37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BA6049" w:rsidRDefault="006E47C9" w:rsidP="00C55C4D">
            <w:pPr>
              <w:spacing w:before="20" w:after="20" w:line="269" w:lineRule="auto"/>
              <w:jc w:val="center"/>
              <w:rPr>
                <w:rFonts w:ascii="Verdana" w:hAnsi="Verdana" w:cs="Arial"/>
              </w:rPr>
            </w:pPr>
          </w:p>
        </w:tc>
      </w:tr>
      <w:tr w:rsidR="006E47C9" w:rsidRPr="00BA6049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  <w:p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Datum:</w:t>
            </w:r>
          </w:p>
          <w:p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8" w:name="Text15"/>
            <w:r w:rsidRPr="00BA6049">
              <w:rPr>
                <w:rFonts w:ascii="Verdana" w:hAnsi="Verdana" w:cs="Arial"/>
              </w:rPr>
              <w:instrText xml:space="preserve"> FORMTEXT </w:instrText>
            </w:r>
            <w:r w:rsidRPr="00BA6049">
              <w:rPr>
                <w:rFonts w:ascii="Verdana" w:hAnsi="Verdana" w:cs="Arial"/>
              </w:rPr>
            </w:r>
            <w:r w:rsidRPr="00BA6049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</w:rPr>
              <w:fldChar w:fldCharType="end"/>
            </w:r>
            <w:bookmarkEnd w:id="38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BA6049" w:rsidRDefault="006E47C9" w:rsidP="00C55C4D">
            <w:pPr>
              <w:spacing w:before="20" w:after="20" w:line="269" w:lineRule="auto"/>
              <w:jc w:val="center"/>
              <w:rPr>
                <w:rFonts w:ascii="Verdana" w:hAnsi="Verdana" w:cs="Arial"/>
              </w:rPr>
            </w:pPr>
          </w:p>
        </w:tc>
      </w:tr>
      <w:tr w:rsidR="006E47C9" w:rsidRPr="00BA6049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C55C4D">
            <w:pPr>
              <w:spacing w:before="20" w:after="20" w:line="269" w:lineRule="auto"/>
              <w:jc w:val="center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055CC6" w:rsidRDefault="00055CC6" w:rsidP="00C55C4D">
      <w:pPr>
        <w:spacing w:line="269" w:lineRule="auto"/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055CC6" w:rsidRPr="00055CC6" w:rsidRDefault="00055CC6" w:rsidP="00055CC6">
      <w:pPr>
        <w:rPr>
          <w:rFonts w:ascii="Verdana" w:hAnsi="Verdana" w:cs="Arial"/>
        </w:rPr>
      </w:pPr>
    </w:p>
    <w:p w:rsidR="008B2954" w:rsidRPr="00055CC6" w:rsidRDefault="00055CC6" w:rsidP="00055CC6">
      <w:pPr>
        <w:tabs>
          <w:tab w:val="left" w:pos="537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</w:p>
    <w:sectPr w:rsidR="008B2954" w:rsidRPr="00055CC6" w:rsidSect="00083C7F">
      <w:headerReference w:type="default" r:id="rId8"/>
      <w:footerReference w:type="default" r:id="rId9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A90" w:rsidRDefault="00766A90">
      <w:r>
        <w:separator/>
      </w:r>
    </w:p>
  </w:endnote>
  <w:endnote w:type="continuationSeparator" w:id="0">
    <w:p w:rsidR="00766A90" w:rsidRDefault="0076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Pro">
    <w:altName w:val="DINPro"/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A90" w:rsidRPr="00396A47" w:rsidRDefault="00431E5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>
      <w:rPr>
        <w:rFonts w:ascii="Verdana" w:hAnsi="Verdana" w:cs="Arial"/>
      </w:rPr>
      <w:t>Antragsformular für Erweiterungen</w:t>
    </w:r>
    <w:r w:rsidR="00766A90" w:rsidRPr="00396A47">
      <w:rPr>
        <w:rFonts w:ascii="Verdana" w:hAnsi="Verdana" w:cs="Arial"/>
      </w:rPr>
      <w:tab/>
    </w:r>
    <w:r w:rsidR="00766A90" w:rsidRPr="00396A47">
      <w:rPr>
        <w:rStyle w:val="Seitenzahl"/>
        <w:rFonts w:ascii="Verdana" w:hAnsi="Verdana" w:cs="Arial"/>
      </w:rPr>
      <w:fldChar w:fldCharType="begin"/>
    </w:r>
    <w:r w:rsidR="00766A90" w:rsidRPr="00396A47">
      <w:rPr>
        <w:rStyle w:val="Seitenzahl"/>
        <w:rFonts w:ascii="Verdana" w:hAnsi="Verdana" w:cs="Arial"/>
      </w:rPr>
      <w:instrText xml:space="preserve"> PAGE </w:instrText>
    </w:r>
    <w:r w:rsidR="00766A90" w:rsidRPr="00396A47">
      <w:rPr>
        <w:rStyle w:val="Seitenzahl"/>
        <w:rFonts w:ascii="Verdana" w:hAnsi="Verdana" w:cs="Arial"/>
      </w:rPr>
      <w:fldChar w:fldCharType="separate"/>
    </w:r>
    <w:r w:rsidR="00D92043">
      <w:rPr>
        <w:rStyle w:val="Seitenzahl"/>
        <w:rFonts w:ascii="Verdana" w:hAnsi="Verdana" w:cs="Arial"/>
        <w:noProof/>
      </w:rPr>
      <w:t>1</w:t>
    </w:r>
    <w:r w:rsidR="00766A90" w:rsidRPr="00396A47">
      <w:rPr>
        <w:rStyle w:val="Seitenzahl"/>
        <w:rFonts w:ascii="Verdana" w:hAnsi="Verdana" w:cs="Arial"/>
      </w:rPr>
      <w:fldChar w:fldCharType="end"/>
    </w:r>
    <w:r w:rsidR="00766A90" w:rsidRPr="00396A47">
      <w:rPr>
        <w:rStyle w:val="Seitenzahl"/>
        <w:rFonts w:ascii="Verdana" w:hAnsi="Verdana" w:cs="Arial"/>
      </w:rPr>
      <w:t>/</w:t>
    </w:r>
    <w:r w:rsidR="00766A90" w:rsidRPr="00396A47">
      <w:rPr>
        <w:rStyle w:val="Seitenzahl"/>
        <w:rFonts w:ascii="Verdana" w:hAnsi="Verdana" w:cs="Arial"/>
      </w:rPr>
      <w:fldChar w:fldCharType="begin"/>
    </w:r>
    <w:r w:rsidR="00766A90" w:rsidRPr="00396A47">
      <w:rPr>
        <w:rStyle w:val="Seitenzahl"/>
        <w:rFonts w:ascii="Verdana" w:hAnsi="Verdana" w:cs="Arial"/>
      </w:rPr>
      <w:instrText xml:space="preserve"> NUMPAGES </w:instrText>
    </w:r>
    <w:r w:rsidR="00766A90" w:rsidRPr="00396A47">
      <w:rPr>
        <w:rStyle w:val="Seitenzahl"/>
        <w:rFonts w:ascii="Verdana" w:hAnsi="Verdana" w:cs="Arial"/>
      </w:rPr>
      <w:fldChar w:fldCharType="separate"/>
    </w:r>
    <w:r w:rsidR="00D92043">
      <w:rPr>
        <w:rStyle w:val="Seitenzahl"/>
        <w:rFonts w:ascii="Verdana" w:hAnsi="Verdana" w:cs="Arial"/>
        <w:noProof/>
      </w:rPr>
      <w:t>3</w:t>
    </w:r>
    <w:r w:rsidR="00766A90" w:rsidRPr="00396A47">
      <w:rPr>
        <w:rStyle w:val="Seitenzahl"/>
        <w:rFonts w:ascii="Verdana" w:hAnsi="Verdana" w:cs="Arial"/>
      </w:rPr>
      <w:fldChar w:fldCharType="end"/>
    </w:r>
    <w:r w:rsidR="00766A90" w:rsidRPr="00396A47">
      <w:rPr>
        <w:rStyle w:val="Seitenzahl"/>
        <w:rFonts w:ascii="Verdana" w:hAnsi="Verdana" w:cs="Arial"/>
      </w:rPr>
      <w:tab/>
      <w:t xml:space="preserve">     DE-UZ 195 Ausgabe Januar 20</w:t>
    </w:r>
    <w:r w:rsidR="00055CC6">
      <w:rPr>
        <w:rStyle w:val="Seitenzahl"/>
        <w:rFonts w:ascii="Verdana" w:hAnsi="Verdana" w:cs="Arial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A90" w:rsidRDefault="00766A90">
      <w:r>
        <w:separator/>
      </w:r>
    </w:p>
  </w:footnote>
  <w:footnote w:type="continuationSeparator" w:id="0">
    <w:p w:rsidR="00766A90" w:rsidRDefault="00766A90">
      <w:r>
        <w:continuationSeparator/>
      </w:r>
    </w:p>
  </w:footnote>
  <w:footnote w:id="1">
    <w:p w:rsidR="00431E53" w:rsidRDefault="00431E53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DINPro" w:hAnsi="DINPro"/>
        </w:rPr>
        <w:t>Bezüglich des Zeichenanwenders ist die Firma zu nennen, die auf dem Druckprodukt auch genannt wird.</w:t>
      </w:r>
    </w:p>
  </w:footnote>
  <w:footnote w:id="2">
    <w:p w:rsidR="00431E53" w:rsidRDefault="00431E53" w:rsidP="00431E53">
      <w:pPr>
        <w:pStyle w:val="Funotentext"/>
        <w:ind w:left="142" w:hanging="142"/>
      </w:pPr>
      <w:r>
        <w:rPr>
          <w:rStyle w:val="Funotenzeichen"/>
        </w:rPr>
        <w:footnoteRef/>
      </w:r>
      <w:r>
        <w:t xml:space="preserve"> Vergleiche Dokument "Staffelung der Erweiterungsgebühr</w:t>
      </w:r>
      <w:r w:rsidR="000D60EF">
        <w:t>.pdf</w:t>
      </w:r>
      <w:r>
        <w:t>"</w:t>
      </w:r>
    </w:p>
  </w:footnote>
  <w:footnote w:id="3">
    <w:p w:rsidR="00431E53" w:rsidRDefault="00431E53">
      <w:pPr>
        <w:pStyle w:val="Funotentext"/>
      </w:pPr>
      <w:r>
        <w:rPr>
          <w:rStyle w:val="Funotenzeichen"/>
        </w:rPr>
        <w:footnoteRef/>
      </w:r>
      <w:r>
        <w:t xml:space="preserve"> Vergleiche Dokument "Logoabbildungsbeispiele DE-UZ 195.pdf"</w:t>
      </w:r>
      <w:r w:rsidR="000D60EF">
        <w:t xml:space="preserve"> und "Blauer Engel Logo-Leitfaden Ausgabe </w:t>
      </w:r>
      <w:r w:rsidR="00055CC6">
        <w:t>Mai</w:t>
      </w:r>
      <w:r w:rsidR="000D60EF">
        <w:t xml:space="preserve"> 20</w:t>
      </w:r>
      <w:r w:rsidR="00055CC6">
        <w:t>20</w:t>
      </w:r>
      <w:r w:rsidR="000D60EF">
        <w:t>.pdf"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A90" w:rsidRDefault="00766A90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C2C62DC" wp14:editId="3DD959C7">
          <wp:simplePos x="0" y="0"/>
          <wp:positionH relativeFrom="column">
            <wp:posOffset>5223510</wp:posOffset>
          </wp:positionH>
          <wp:positionV relativeFrom="paragraph">
            <wp:posOffset>-586105</wp:posOffset>
          </wp:positionV>
          <wp:extent cx="892800" cy="626711"/>
          <wp:effectExtent l="0" t="0" r="3175" b="254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626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F8D584E"/>
    <w:multiLevelType w:val="hybridMultilevel"/>
    <w:tmpl w:val="E7568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E3F8C"/>
    <w:multiLevelType w:val="hybridMultilevel"/>
    <w:tmpl w:val="5F746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E559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B6FBC"/>
    <w:multiLevelType w:val="hybridMultilevel"/>
    <w:tmpl w:val="87DA2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F509E"/>
    <w:multiLevelType w:val="hybridMultilevel"/>
    <w:tmpl w:val="E7843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E2291"/>
    <w:multiLevelType w:val="hybridMultilevel"/>
    <w:tmpl w:val="B5A06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8337F"/>
    <w:multiLevelType w:val="hybridMultilevel"/>
    <w:tmpl w:val="13D05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B6D94E">
      <w:numFmt w:val="bullet"/>
      <w:lvlText w:val="•"/>
      <w:lvlJc w:val="left"/>
      <w:pPr>
        <w:ind w:left="1440" w:hanging="360"/>
      </w:pPr>
      <w:rPr>
        <w:rFonts w:ascii="Verdana" w:eastAsia="Times New Roman" w:hAnsi="Verdana" w:cs="Verdan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2"/>
  </w:num>
  <w:num w:numId="5">
    <w:abstractNumId w:val="6"/>
  </w:num>
  <w:num w:numId="6">
    <w:abstractNumId w:val="13"/>
  </w:num>
  <w:num w:numId="7">
    <w:abstractNumId w:val="14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  <w:num w:numId="13">
    <w:abstractNumId w:val="4"/>
  </w:num>
  <w:num w:numId="14">
    <w:abstractNumId w:val="8"/>
  </w:num>
  <w:num w:numId="15">
    <w:abstractNumId w:val="7"/>
  </w:num>
  <w:num w:numId="16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HxGYPcUi/da1AItCa3CpnC+g7HH2ILIalNmABWrDW93aSVw2Qde541Qu64yxC8Hc/hYFNJtsrwMDJc9BIHnHA==" w:salt="F2kgx45DlaWqYthSWbHPVA=="/>
  <w:defaultTabStop w:val="709"/>
  <w:hyphenationZone w:val="425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46"/>
    <w:rsid w:val="000123D7"/>
    <w:rsid w:val="000128D2"/>
    <w:rsid w:val="00014F6D"/>
    <w:rsid w:val="00015F0F"/>
    <w:rsid w:val="000177FB"/>
    <w:rsid w:val="00017F79"/>
    <w:rsid w:val="000204B6"/>
    <w:rsid w:val="00020A41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5CC6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2D13"/>
    <w:rsid w:val="0008333B"/>
    <w:rsid w:val="00083C7F"/>
    <w:rsid w:val="000843A3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73B8"/>
    <w:rsid w:val="00097BFE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FB9"/>
    <w:rsid w:val="000D412D"/>
    <w:rsid w:val="000D60EF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0F7B3E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0D0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6FE6"/>
    <w:rsid w:val="002205BD"/>
    <w:rsid w:val="00221B3C"/>
    <w:rsid w:val="00221CE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63A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692F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75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0D65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A47"/>
    <w:rsid w:val="00396FD4"/>
    <w:rsid w:val="003974BC"/>
    <w:rsid w:val="00397699"/>
    <w:rsid w:val="003A086E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2B1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29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1E53"/>
    <w:rsid w:val="004324E6"/>
    <w:rsid w:val="00433661"/>
    <w:rsid w:val="00433D49"/>
    <w:rsid w:val="004368AF"/>
    <w:rsid w:val="00440487"/>
    <w:rsid w:val="004414CF"/>
    <w:rsid w:val="00442558"/>
    <w:rsid w:val="00442804"/>
    <w:rsid w:val="0044506E"/>
    <w:rsid w:val="00446ADA"/>
    <w:rsid w:val="004502B5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470"/>
    <w:rsid w:val="00474775"/>
    <w:rsid w:val="00475877"/>
    <w:rsid w:val="00475AC1"/>
    <w:rsid w:val="0047629A"/>
    <w:rsid w:val="00477087"/>
    <w:rsid w:val="00477392"/>
    <w:rsid w:val="00477817"/>
    <w:rsid w:val="00480115"/>
    <w:rsid w:val="00480929"/>
    <w:rsid w:val="0048140A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223"/>
    <w:rsid w:val="004B0C17"/>
    <w:rsid w:val="004B0FD6"/>
    <w:rsid w:val="004B3BD4"/>
    <w:rsid w:val="004B4599"/>
    <w:rsid w:val="004B55DC"/>
    <w:rsid w:val="004B7663"/>
    <w:rsid w:val="004C0031"/>
    <w:rsid w:val="004C0CB2"/>
    <w:rsid w:val="004C1211"/>
    <w:rsid w:val="004C2234"/>
    <w:rsid w:val="004C3049"/>
    <w:rsid w:val="004C4A63"/>
    <w:rsid w:val="004C50A0"/>
    <w:rsid w:val="004C5D6D"/>
    <w:rsid w:val="004D2561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6642"/>
    <w:rsid w:val="005075D8"/>
    <w:rsid w:val="005118C7"/>
    <w:rsid w:val="00513673"/>
    <w:rsid w:val="00514A08"/>
    <w:rsid w:val="00514E8F"/>
    <w:rsid w:val="00516D0E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4BF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116"/>
    <w:rsid w:val="00582E25"/>
    <w:rsid w:val="00583247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34DE"/>
    <w:rsid w:val="005E4786"/>
    <w:rsid w:val="005E5BE0"/>
    <w:rsid w:val="005E5C5E"/>
    <w:rsid w:val="005F10F9"/>
    <w:rsid w:val="005F25BA"/>
    <w:rsid w:val="005F2B7E"/>
    <w:rsid w:val="005F2B9D"/>
    <w:rsid w:val="005F4434"/>
    <w:rsid w:val="005F44A1"/>
    <w:rsid w:val="005F50C2"/>
    <w:rsid w:val="005F6054"/>
    <w:rsid w:val="005F7C56"/>
    <w:rsid w:val="00600CE2"/>
    <w:rsid w:val="00601264"/>
    <w:rsid w:val="00601B98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137C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4CC4"/>
    <w:rsid w:val="00665809"/>
    <w:rsid w:val="00667727"/>
    <w:rsid w:val="0067179D"/>
    <w:rsid w:val="00672F11"/>
    <w:rsid w:val="006737EF"/>
    <w:rsid w:val="006746FA"/>
    <w:rsid w:val="00675BD1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478C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6B74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4AD7"/>
    <w:rsid w:val="00716286"/>
    <w:rsid w:val="007179A9"/>
    <w:rsid w:val="00717B85"/>
    <w:rsid w:val="0072058B"/>
    <w:rsid w:val="0072138D"/>
    <w:rsid w:val="00723A3C"/>
    <w:rsid w:val="0072465D"/>
    <w:rsid w:val="00725C1C"/>
    <w:rsid w:val="00725CD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6A90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3BA4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755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2983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37B6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2E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759"/>
    <w:rsid w:val="00934A27"/>
    <w:rsid w:val="00935C7E"/>
    <w:rsid w:val="00936A36"/>
    <w:rsid w:val="0093755B"/>
    <w:rsid w:val="00937A27"/>
    <w:rsid w:val="00937CFE"/>
    <w:rsid w:val="00937E85"/>
    <w:rsid w:val="0094326A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32F2"/>
    <w:rsid w:val="009847C7"/>
    <w:rsid w:val="00984B23"/>
    <w:rsid w:val="00986463"/>
    <w:rsid w:val="00986FA2"/>
    <w:rsid w:val="0098762C"/>
    <w:rsid w:val="00987AE2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412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4EE0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1F09"/>
    <w:rsid w:val="00AA2365"/>
    <w:rsid w:val="00AA3EA4"/>
    <w:rsid w:val="00AA48BB"/>
    <w:rsid w:val="00AA73F0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AF6EB2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1CF0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3C8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57152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6049"/>
    <w:rsid w:val="00BA7486"/>
    <w:rsid w:val="00BB047B"/>
    <w:rsid w:val="00BB0BA3"/>
    <w:rsid w:val="00BB0F60"/>
    <w:rsid w:val="00BB1EF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11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1EEA"/>
    <w:rsid w:val="00C42E75"/>
    <w:rsid w:val="00C4355B"/>
    <w:rsid w:val="00C451CF"/>
    <w:rsid w:val="00C45822"/>
    <w:rsid w:val="00C47D83"/>
    <w:rsid w:val="00C51294"/>
    <w:rsid w:val="00C55C4D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17"/>
    <w:rsid w:val="00C8635C"/>
    <w:rsid w:val="00C90C97"/>
    <w:rsid w:val="00C916E2"/>
    <w:rsid w:val="00C92DA2"/>
    <w:rsid w:val="00C933BD"/>
    <w:rsid w:val="00C93956"/>
    <w:rsid w:val="00C9413F"/>
    <w:rsid w:val="00C9458E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55AD"/>
    <w:rsid w:val="00CB621C"/>
    <w:rsid w:val="00CC19C1"/>
    <w:rsid w:val="00CC1A5D"/>
    <w:rsid w:val="00CC2AAD"/>
    <w:rsid w:val="00CC70CF"/>
    <w:rsid w:val="00CC78AF"/>
    <w:rsid w:val="00CC78BC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6100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12F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210A"/>
    <w:rsid w:val="00D7393E"/>
    <w:rsid w:val="00D761DF"/>
    <w:rsid w:val="00D766C4"/>
    <w:rsid w:val="00D77287"/>
    <w:rsid w:val="00D77598"/>
    <w:rsid w:val="00D77E80"/>
    <w:rsid w:val="00D81109"/>
    <w:rsid w:val="00D81124"/>
    <w:rsid w:val="00D85B55"/>
    <w:rsid w:val="00D85C4C"/>
    <w:rsid w:val="00D906FD"/>
    <w:rsid w:val="00D92043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0386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6F4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BD8"/>
    <w:rsid w:val="00E94E8A"/>
    <w:rsid w:val="00E969C5"/>
    <w:rsid w:val="00E97F97"/>
    <w:rsid w:val="00EA0C91"/>
    <w:rsid w:val="00EA0D19"/>
    <w:rsid w:val="00EA1D17"/>
    <w:rsid w:val="00EA2429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15BE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1657"/>
    <w:rsid w:val="00ED3585"/>
    <w:rsid w:val="00ED4DBD"/>
    <w:rsid w:val="00ED5110"/>
    <w:rsid w:val="00ED627D"/>
    <w:rsid w:val="00ED6A4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05C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64F0"/>
    <w:rsid w:val="00F404DA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1F4C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D7B60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4F9F4D4A"/>
  <w15:docId w15:val="{4F7D4A67-3E14-4756-B3A3-8DB13E0B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C211CA"/>
    <w:pPr>
      <w:tabs>
        <w:tab w:val="left" w:pos="284"/>
      </w:tabs>
    </w:pPr>
    <w:rPr>
      <w:rFonts w:ascii="Verdana" w:hAnsi="Verdana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11CA"/>
    <w:rPr>
      <w:rFonts w:ascii="Verdana" w:hAnsi="Verdana"/>
      <w:sz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  <w:style w:type="paragraph" w:customStyle="1" w:styleId="Default">
    <w:name w:val="Default"/>
    <w:rsid w:val="00F1605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A2F98-820F-4151-A227-9F821D3F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Pott, Antonia</cp:lastModifiedBy>
  <cp:revision>21</cp:revision>
  <cp:lastPrinted>2018-11-09T13:13:00Z</cp:lastPrinted>
  <dcterms:created xsi:type="dcterms:W3CDTF">2018-11-09T09:53:00Z</dcterms:created>
  <dcterms:modified xsi:type="dcterms:W3CDTF">2021-02-18T07:58:00Z</dcterms:modified>
</cp:coreProperties>
</file>